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0D548" w14:textId="2DC152E7" w:rsidR="00021518" w:rsidRDefault="00021518">
      <w:bookmarkStart w:id="0" w:name="_GoBack"/>
      <w:bookmarkEnd w:id="0"/>
    </w:p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4CB49CCC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06.10.2025.a nr </w:t>
      </w:r>
      <w:r w:rsidR="00EE7E0C">
        <w:t>5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4E50BD69" w:rsidR="00A96DDB" w:rsidRDefault="00A96DDB" w:rsidP="00A96DDB">
      <w:r>
        <w:t xml:space="preserve">Käesolevaga volitan </w:t>
      </w:r>
      <w:r w:rsidR="00EE7E0C">
        <w:t>Kauri Heidrits</w:t>
      </w:r>
      <w:r>
        <w:t xml:space="preserve">, isikukood </w:t>
      </w:r>
      <w:r w:rsidR="00EE7E0C" w:rsidRPr="00EE7E0C">
        <w:t>39601055717</w:t>
      </w:r>
      <w:r>
        <w:t xml:space="preserve"> esindama Valga Puu OÜ-d riigile või kolmandale isikule kuuluvate kinnistute ja teede metsamajanduslikul eesmärgil (sh metsamaterjali ladustamine ja laadimine) kasutamiseks õiguse omandamisel, sh lubade taotlemisel ja kokkulepete sõlmimisel.</w:t>
      </w:r>
    </w:p>
    <w:p w14:paraId="5916B3C1" w14:textId="77777777" w:rsidR="00A96DDB" w:rsidRDefault="00A96DDB" w:rsidP="00A96DDB"/>
    <w:p w14:paraId="4DB7010E" w14:textId="56FAC66F" w:rsidR="000B22E9" w:rsidRDefault="00A96DDB" w:rsidP="00A96DDB">
      <w:r>
        <w:t>Volikiri on kehtiv tähtajatult ning on välja antud edasivolitamise õiguseta.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r>
        <w:t>Juhatuse liige</w:t>
      </w:r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6E113B" w:rsidP="000B22E9">
      <w:hyperlink r:id="rId10" w:history="1">
        <w:r w:rsidR="000B22E9"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F92B4" w14:textId="77777777" w:rsidR="006E113B" w:rsidRDefault="006E113B" w:rsidP="00021518">
      <w:r>
        <w:separator/>
      </w:r>
    </w:p>
  </w:endnote>
  <w:endnote w:type="continuationSeparator" w:id="0">
    <w:p w14:paraId="78DA92CE" w14:textId="77777777" w:rsidR="006E113B" w:rsidRDefault="006E113B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Palu, Kulli küla</w:t>
          </w:r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Valgamaa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79967" w14:textId="77777777" w:rsidR="006E113B" w:rsidRDefault="006E113B" w:rsidP="00021518">
      <w:r>
        <w:separator/>
      </w:r>
    </w:p>
  </w:footnote>
  <w:footnote w:type="continuationSeparator" w:id="0">
    <w:p w14:paraId="0C6F9191" w14:textId="77777777" w:rsidR="006E113B" w:rsidRDefault="006E113B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21518"/>
    <w:rsid w:val="000704E1"/>
    <w:rsid w:val="000B22E9"/>
    <w:rsid w:val="000C1915"/>
    <w:rsid w:val="000D6594"/>
    <w:rsid w:val="0010108A"/>
    <w:rsid w:val="00162485"/>
    <w:rsid w:val="00163DF7"/>
    <w:rsid w:val="0016534B"/>
    <w:rsid w:val="001B51B9"/>
    <w:rsid w:val="001C79A4"/>
    <w:rsid w:val="00247372"/>
    <w:rsid w:val="0028372D"/>
    <w:rsid w:val="002F78CE"/>
    <w:rsid w:val="00326918"/>
    <w:rsid w:val="003F0526"/>
    <w:rsid w:val="004168E4"/>
    <w:rsid w:val="004916FD"/>
    <w:rsid w:val="004A6CAA"/>
    <w:rsid w:val="004E755E"/>
    <w:rsid w:val="004F5FA2"/>
    <w:rsid w:val="00515356"/>
    <w:rsid w:val="00547B80"/>
    <w:rsid w:val="00590DB0"/>
    <w:rsid w:val="005A2FA8"/>
    <w:rsid w:val="005C594E"/>
    <w:rsid w:val="0068350D"/>
    <w:rsid w:val="006E113B"/>
    <w:rsid w:val="0077566A"/>
    <w:rsid w:val="007A27B7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A1B34"/>
    <w:rsid w:val="00BF48FA"/>
    <w:rsid w:val="00C22A29"/>
    <w:rsid w:val="00C27C2F"/>
    <w:rsid w:val="00C46E60"/>
    <w:rsid w:val="00C741F0"/>
    <w:rsid w:val="00C74D1A"/>
    <w:rsid w:val="00C95852"/>
    <w:rsid w:val="00D446D8"/>
    <w:rsid w:val="00DD2530"/>
    <w:rsid w:val="00DD2A2F"/>
    <w:rsid w:val="00E65404"/>
    <w:rsid w:val="00E84815"/>
    <w:rsid w:val="00E84E1C"/>
    <w:rsid w:val="00EE7E0C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2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8C9C46-B182-4C11-9C49-6DE59F8F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0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Kauri Heidrits</cp:lastModifiedBy>
  <cp:revision>2</cp:revision>
  <dcterms:created xsi:type="dcterms:W3CDTF">2025-10-08T14:03:00Z</dcterms:created>
  <dcterms:modified xsi:type="dcterms:W3CDTF">2025-10-08T14:03:00Z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